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bookmarkStart w:id="0" w:name="_GoBack"/>
          <w:bookmarkEnd w:id="0"/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7DA033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722C50" w:rsidP="0037111D">
            <w:r w:rsidRPr="00722C50">
              <w:rPr>
                <w:rFonts w:ascii="Helvetica" w:hAnsi="Helvetica"/>
              </w:rPr>
              <w:t>8994/2020-SŽ-SSV-Ú3</w:t>
            </w:r>
            <w:r>
              <w:rPr>
                <w:rFonts w:ascii="Helvetica" w:hAnsi="Helvetica"/>
              </w:rPr>
              <w:t>/HOL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3E6B9A" w:rsidRDefault="003E5A75" w:rsidP="00CC1E2B">
            <w:r>
              <w:t>1</w:t>
            </w:r>
            <w:r w:rsidR="00722C50">
              <w:t>/2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7B2EF4" w:rsidP="00FE3455">
            <w:r>
              <w:t>Ing. Magdaléna Holá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7B2EF4" w:rsidP="009A7568">
            <w:r>
              <w:t>+420 724 932 387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7B2EF4" w:rsidP="006104F6">
            <w:r>
              <w:t>HolaM@spravazeleznic.cz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B41D44">
              <w:rPr>
                <w:noProof/>
              </w:rPr>
              <w:t>10. září 2020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CC0455" w:rsidRPr="00CC0455">
        <w:rPr>
          <w:rFonts w:eastAsia="Calibri" w:cs="Times New Roman"/>
          <w:b/>
          <w:lang w:eastAsia="cs-CZ"/>
        </w:rPr>
        <w:t>ŽST Krnov- zřízení informačního systému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3E5A75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A5547E">
        <w:rPr>
          <w:rFonts w:eastAsia="Times New Roman" w:cs="Times New Roman"/>
          <w:lang w:eastAsia="cs-CZ"/>
        </w:rPr>
        <w:t>3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A5547E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5</w:t>
      </w:r>
      <w:r w:rsidR="00CB7B5A" w:rsidRPr="00CB7B5A">
        <w:rPr>
          <w:rFonts w:eastAsia="Calibri" w:cs="Times New Roman"/>
          <w:b/>
          <w:lang w:eastAsia="cs-CZ"/>
        </w:rPr>
        <w:t>:</w:t>
      </w:r>
    </w:p>
    <w:p w:rsidR="00CC0455" w:rsidRPr="00A5547E" w:rsidRDefault="00A5547E" w:rsidP="00CB7B5A">
      <w:pPr>
        <w:spacing w:after="0" w:line="240" w:lineRule="auto"/>
        <w:rPr>
          <w:rFonts w:eastAsia="Calibri" w:cs="Times New Roman"/>
          <w:lang w:eastAsia="cs-CZ"/>
        </w:rPr>
      </w:pPr>
      <w:r w:rsidRPr="00A5547E">
        <w:rPr>
          <w:rFonts w:eastAsia="Calibri" w:cs="Times New Roman"/>
          <w:lang w:eastAsia="cs-CZ"/>
        </w:rPr>
        <w:t>Ve všeobecném objektu SO 98-98 je špatný součtový vzorec za Díl "Dokumentace stavby". Žádáme zadavatele o opravu</w:t>
      </w:r>
    </w:p>
    <w:p w:rsidR="00173D9B" w:rsidRDefault="00173D9B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CC0455" w:rsidRDefault="00173D9B" w:rsidP="00CC0455">
      <w:pPr>
        <w:spacing w:after="0" w:line="240" w:lineRule="auto"/>
        <w:rPr>
          <w:rFonts w:eastAsia="Times New Roman" w:cs="Times New Roman"/>
          <w:lang w:eastAsia="cs-CZ"/>
        </w:rPr>
      </w:pPr>
      <w:r w:rsidRPr="003E5A75">
        <w:rPr>
          <w:rFonts w:eastAsia="Times New Roman" w:cs="Times New Roman"/>
          <w:lang w:eastAsia="cs-CZ"/>
        </w:rPr>
        <w:t>Opravený výkaz výměr přílohou</w:t>
      </w:r>
      <w:r w:rsidR="003E5A75">
        <w:rPr>
          <w:rFonts w:eastAsia="Times New Roman" w:cs="Times New Roman"/>
          <w:lang w:eastAsia="cs-CZ"/>
        </w:rPr>
        <w:t>.</w:t>
      </w:r>
    </w:p>
    <w:p w:rsidR="003E5A75" w:rsidRDefault="003E5A75" w:rsidP="00CC0455">
      <w:pPr>
        <w:spacing w:after="0" w:line="240" w:lineRule="auto"/>
        <w:rPr>
          <w:rFonts w:eastAsia="Times New Roman" w:cs="Times New Roman"/>
          <w:lang w:eastAsia="cs-CZ"/>
        </w:rPr>
      </w:pPr>
    </w:p>
    <w:p w:rsidR="003E5A75" w:rsidRDefault="003E5A75" w:rsidP="00CC0455">
      <w:pPr>
        <w:spacing w:after="0" w:line="240" w:lineRule="auto"/>
        <w:rPr>
          <w:rFonts w:eastAsia="Times New Roman" w:cs="Times New Roman"/>
          <w:lang w:eastAsia="cs-CZ"/>
        </w:rPr>
      </w:pPr>
    </w:p>
    <w:p w:rsidR="003E5A75" w:rsidRDefault="003E5A75" w:rsidP="00CC0455">
      <w:pPr>
        <w:spacing w:after="0" w:line="240" w:lineRule="auto"/>
        <w:rPr>
          <w:rFonts w:eastAsia="Times New Roman" w:cs="Times New Roman"/>
          <w:lang w:eastAsia="cs-CZ"/>
        </w:rPr>
      </w:pPr>
    </w:p>
    <w:p w:rsidR="003E5A75" w:rsidRPr="003E5A75" w:rsidRDefault="003E5A75" w:rsidP="003E5A7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3E5A75" w:rsidRPr="00CB7B5A" w:rsidRDefault="003E5A75" w:rsidP="003E5A7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E5A75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606A3C">
          <w:rPr>
            <w:rStyle w:val="Hypertextovodkaz"/>
            <w:rFonts w:eastAsia="Times New Roman" w:cs="Times New Roman"/>
            <w:lang w:eastAsia="cs-CZ"/>
          </w:rPr>
          <w:t>https://zakazky.spravazeleznic.cz/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CC0455" w:rsidRDefault="00CC0455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C0455" w:rsidRDefault="00CC0455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3E5A75" w:rsidRDefault="003E5A75" w:rsidP="003E5A75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3E5A75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</w:p>
    <w:p w:rsidR="003E5A75" w:rsidRPr="003E5A75" w:rsidRDefault="003E5A75" w:rsidP="003E5A75">
      <w:pPr>
        <w:pStyle w:val="Odstavecseseznamem"/>
        <w:numPr>
          <w:ilvl w:val="0"/>
          <w:numId w:val="7"/>
        </w:num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3E5A75">
        <w:rPr>
          <w:rFonts w:eastAsia="Calibri" w:cs="Times New Roman"/>
          <w:bCs/>
          <w:lang w:eastAsia="cs-CZ"/>
        </w:rPr>
        <w:t xml:space="preserve">SO 98-98_rev1 </w:t>
      </w:r>
      <w:proofErr w:type="spellStart"/>
      <w:r w:rsidRPr="003E5A75">
        <w:rPr>
          <w:rFonts w:eastAsia="Calibri" w:cs="Times New Roman"/>
          <w:bCs/>
          <w:lang w:eastAsia="cs-CZ"/>
        </w:rPr>
        <w:t>pdf</w:t>
      </w:r>
      <w:proofErr w:type="spellEnd"/>
    </w:p>
    <w:p w:rsidR="003E5A75" w:rsidRPr="003E5A75" w:rsidRDefault="003E5A75" w:rsidP="003E5A75">
      <w:pPr>
        <w:pStyle w:val="Odstavecseseznamem"/>
        <w:numPr>
          <w:ilvl w:val="0"/>
          <w:numId w:val="7"/>
        </w:num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3E5A75">
        <w:rPr>
          <w:rFonts w:eastAsia="Calibri" w:cs="Times New Roman"/>
          <w:bCs/>
          <w:lang w:eastAsia="cs-CZ"/>
        </w:rPr>
        <w:t>SO 98-98_rev1</w:t>
      </w:r>
      <w:r w:rsidRPr="003E5A75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3E5A75">
        <w:rPr>
          <w:rFonts w:eastAsia="Calibri" w:cs="Times New Roman"/>
          <w:bCs/>
          <w:lang w:eastAsia="cs-CZ"/>
        </w:rPr>
        <w:instrText xml:space="preserve"> FORMTEXT </w:instrText>
      </w:r>
      <w:r w:rsidRPr="003E5A75">
        <w:rPr>
          <w:rFonts w:eastAsia="Calibri" w:cs="Times New Roman"/>
          <w:bCs/>
          <w:lang w:eastAsia="cs-CZ"/>
        </w:rPr>
      </w:r>
      <w:r w:rsidRPr="003E5A75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lang w:eastAsia="cs-CZ"/>
        </w:rPr>
        <w:t> </w:t>
      </w:r>
      <w:r w:rsidRPr="00CB7B5A">
        <w:rPr>
          <w:lang w:eastAsia="cs-CZ"/>
        </w:rPr>
        <w:t> </w:t>
      </w:r>
      <w:r w:rsidRPr="00CB7B5A">
        <w:rPr>
          <w:lang w:eastAsia="cs-CZ"/>
        </w:rPr>
        <w:t> </w:t>
      </w:r>
      <w:r w:rsidRPr="00CB7B5A">
        <w:rPr>
          <w:lang w:eastAsia="cs-CZ"/>
        </w:rPr>
        <w:t> </w:t>
      </w:r>
      <w:r w:rsidRPr="00CB7B5A">
        <w:rPr>
          <w:lang w:eastAsia="cs-CZ"/>
        </w:rPr>
        <w:t> </w:t>
      </w:r>
      <w:r w:rsidRPr="003E5A75">
        <w:rPr>
          <w:rFonts w:eastAsia="Calibri" w:cs="Times New Roman"/>
          <w:bCs/>
          <w:lang w:eastAsia="cs-CZ"/>
        </w:rPr>
        <w:fldChar w:fldCharType="end"/>
      </w:r>
    </w:p>
    <w:p w:rsidR="003E5A75" w:rsidRPr="00CB7B5A" w:rsidRDefault="003E5A75" w:rsidP="003E5A7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E5A75" w:rsidRPr="00CB7B5A" w:rsidRDefault="003E5A75" w:rsidP="003E5A7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E5A75" w:rsidRPr="00CB7B5A" w:rsidRDefault="003E5A75" w:rsidP="003E5A7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3E5A75" w:rsidRDefault="003E5A75" w:rsidP="003E5A7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22C50" w:rsidRDefault="00722C50" w:rsidP="003E5A7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E5A75" w:rsidRDefault="003E5A75" w:rsidP="003E5A7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E5A75" w:rsidRPr="00CB7B5A" w:rsidRDefault="003E5A75" w:rsidP="003E5A7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E5A75" w:rsidRPr="00CB7B5A" w:rsidRDefault="003E5A75" w:rsidP="003E5A75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3E5A75" w:rsidRPr="00CB7B5A" w:rsidRDefault="003E5A75" w:rsidP="003E5A75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3E5A75" w:rsidRPr="00CB7B5A" w:rsidRDefault="003E5A75" w:rsidP="003E5A75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3E5A75" w:rsidRPr="00CB7B5A" w:rsidRDefault="003E5A75" w:rsidP="003E5A75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3E5A75" w:rsidRPr="00CB7B5A" w:rsidRDefault="003E5A75" w:rsidP="003E5A75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CC1E2B" w:rsidRDefault="00CC1E2B" w:rsidP="00CC0455"/>
    <w:sectPr w:rsidR="00CC1E2B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584" w:rsidRDefault="00F25584" w:rsidP="00962258">
      <w:pPr>
        <w:spacing w:after="0" w:line="240" w:lineRule="auto"/>
      </w:pPr>
      <w:r>
        <w:separator/>
      </w:r>
    </w:p>
  </w:endnote>
  <w:endnote w:type="continuationSeparator" w:id="0">
    <w:p w:rsidR="00F25584" w:rsidRDefault="00F2558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C045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41D4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AADEC95" wp14:editId="4D59D84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372E4C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ACB3F4A" wp14:editId="3247BA6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B84E05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1D4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41D4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2585B7D" wp14:editId="72BABA2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1F1313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83572A" wp14:editId="49B38B5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1A1FF0E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584" w:rsidRDefault="00F25584" w:rsidP="00962258">
      <w:pPr>
        <w:spacing w:after="0" w:line="240" w:lineRule="auto"/>
      </w:pPr>
      <w:r>
        <w:separator/>
      </w:r>
    </w:p>
  </w:footnote>
  <w:footnote w:type="continuationSeparator" w:id="0">
    <w:p w:rsidR="00F25584" w:rsidRDefault="00F2558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 w14:anchorId="7A3FBFB4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>
    <w:nsid w:val="618F6CFD"/>
    <w:multiLevelType w:val="hybridMultilevel"/>
    <w:tmpl w:val="F65CF3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3D9B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57BC6"/>
    <w:rsid w:val="0037111D"/>
    <w:rsid w:val="003956C6"/>
    <w:rsid w:val="003E5A75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2C50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2EF4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5547E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1D44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0455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25584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pravazelezni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D56D497-5C64-4D14-865B-D9227D382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</TotalTime>
  <Pages>1</Pages>
  <Words>170</Words>
  <Characters>1004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3</cp:revision>
  <cp:lastPrinted>2020-09-10T09:53:00Z</cp:lastPrinted>
  <dcterms:created xsi:type="dcterms:W3CDTF">2020-09-10T09:52:00Z</dcterms:created>
  <dcterms:modified xsi:type="dcterms:W3CDTF">2020-09-10T09:53:00Z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